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4AF0D" w14:textId="77777777" w:rsidR="000B489C" w:rsidRPr="003945AA" w:rsidRDefault="003E0BEB" w:rsidP="003945AA">
      <w:pPr>
        <w:rPr>
          <w:rFonts w:ascii="Calibri" w:hAnsi="Calibri"/>
        </w:rPr>
      </w:pPr>
      <w:r w:rsidRPr="003945AA">
        <w:rPr>
          <w:rFonts w:ascii="Calibri" w:hAnsi="Calibri"/>
        </w:rPr>
        <w:t>Name: _________________________________</w:t>
      </w:r>
      <w:r w:rsidRPr="003945AA">
        <w:rPr>
          <w:rFonts w:ascii="Calibri" w:hAnsi="Calibri"/>
        </w:rPr>
        <w:tab/>
        <w:t>Period: _______</w:t>
      </w:r>
      <w:r w:rsidRPr="003945AA">
        <w:rPr>
          <w:rFonts w:ascii="Calibri" w:hAnsi="Calibri"/>
        </w:rPr>
        <w:tab/>
        <w:t>Date: _____________</w:t>
      </w:r>
    </w:p>
    <w:p w14:paraId="333C5B11" w14:textId="77777777" w:rsidR="003E0BEB" w:rsidRPr="003945AA" w:rsidRDefault="003E0BEB" w:rsidP="003945AA">
      <w:pPr>
        <w:rPr>
          <w:rFonts w:ascii="Calibri" w:hAnsi="Calibri"/>
        </w:rPr>
      </w:pPr>
    </w:p>
    <w:p w14:paraId="2D7E70BF" w14:textId="28B915C9" w:rsidR="003945AA" w:rsidRPr="003945AA" w:rsidRDefault="00DF2860" w:rsidP="003945AA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Times"/>
          <w:b/>
          <w:sz w:val="36"/>
          <w:szCs w:val="36"/>
        </w:rPr>
      </w:pPr>
      <w:r>
        <w:rPr>
          <w:rFonts w:ascii="Calibri" w:hAnsi="Calibri" w:cs="Times"/>
          <w:b/>
          <w:sz w:val="36"/>
          <w:szCs w:val="36"/>
        </w:rPr>
        <w:t>Periodic Trends Homework</w:t>
      </w:r>
    </w:p>
    <w:p w14:paraId="66B8137F" w14:textId="77777777" w:rsidR="003945AA" w:rsidRP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Define the following:</w:t>
      </w:r>
    </w:p>
    <w:p w14:paraId="3ED0CD3F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Electronegativity</w:t>
      </w:r>
      <w:r>
        <w:rPr>
          <w:rFonts w:ascii="Calibri" w:hAnsi="Calibri" w:cs="Book Antiqua"/>
        </w:rPr>
        <w:t>:</w:t>
      </w:r>
    </w:p>
    <w:p w14:paraId="6B5EC91E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Book Antiqua"/>
        </w:rPr>
      </w:pPr>
    </w:p>
    <w:p w14:paraId="2E567EEF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Ionization energy</w:t>
      </w:r>
      <w:r>
        <w:rPr>
          <w:rFonts w:ascii="Calibri" w:hAnsi="Calibri" w:cs="Book Antiqua"/>
        </w:rPr>
        <w:t xml:space="preserve">: </w:t>
      </w:r>
    </w:p>
    <w:p w14:paraId="47505431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Book Antiqua"/>
        </w:rPr>
      </w:pPr>
    </w:p>
    <w:p w14:paraId="6FBAAC92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after="240" w:line="360" w:lineRule="auto"/>
        <w:rPr>
          <w:rFonts w:ascii="Calibri" w:hAnsi="Calibri" w:cs="Times"/>
        </w:rPr>
      </w:pPr>
      <w:r w:rsidRPr="003945AA">
        <w:rPr>
          <w:rFonts w:ascii="Calibri" w:hAnsi="Calibri" w:cs="Book Antiqua"/>
        </w:rPr>
        <w:t>Atomic radius</w:t>
      </w:r>
      <w:r>
        <w:rPr>
          <w:rFonts w:ascii="Calibri" w:hAnsi="Calibri" w:cs="Book Antiqua"/>
        </w:rPr>
        <w:t xml:space="preserve">: </w:t>
      </w:r>
    </w:p>
    <w:p w14:paraId="677B55E5" w14:textId="77777777" w:rsidR="003945AA" w:rsidRPr="003945AA" w:rsidRDefault="003945AA" w:rsidP="003945AA">
      <w:pPr>
        <w:pStyle w:val="ListParagraph"/>
        <w:widowControl w:val="0"/>
        <w:autoSpaceDE w:val="0"/>
        <w:autoSpaceDN w:val="0"/>
        <w:adjustRightInd w:val="0"/>
        <w:spacing w:after="240" w:line="360" w:lineRule="auto"/>
        <w:ind w:left="1440"/>
        <w:rPr>
          <w:rFonts w:ascii="Calibri" w:hAnsi="Calibri" w:cs="Times"/>
        </w:rPr>
      </w:pPr>
    </w:p>
    <w:p w14:paraId="019B31F3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Rank the following elements by increasing atomic ra</w:t>
      </w:r>
      <w:r>
        <w:rPr>
          <w:rFonts w:ascii="Calibri" w:hAnsi="Calibri" w:cs="Book Antiqua"/>
        </w:rPr>
        <w:t xml:space="preserve">dius: carbon, aluminum, oxygen, </w:t>
      </w:r>
      <w:r w:rsidRPr="003945AA">
        <w:rPr>
          <w:rFonts w:ascii="Calibri" w:hAnsi="Calibri" w:cs="Book Antiqua"/>
        </w:rPr>
        <w:t xml:space="preserve">potassium. </w:t>
      </w:r>
    </w:p>
    <w:p w14:paraId="39D7DF24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Calibri" w:hAnsi="Calibri" w:cs="Book Antiqua"/>
        </w:rPr>
      </w:pPr>
    </w:p>
    <w:p w14:paraId="299833D5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Rank the following elements by increasing electronegativity: sulfur, oxygen, neon, aluminum. </w:t>
      </w:r>
    </w:p>
    <w:p w14:paraId="4F0949D2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720"/>
        <w:rPr>
          <w:rFonts w:ascii="Calibri" w:hAnsi="Calibri" w:cs="Book Antiqua"/>
        </w:rPr>
      </w:pPr>
    </w:p>
    <w:p w14:paraId="3261D628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Rank the following elements by increasing </w:t>
      </w:r>
      <w:r w:rsidR="00FD2D9A">
        <w:rPr>
          <w:rFonts w:ascii="Calibri" w:hAnsi="Calibri" w:cs="Book Antiqua"/>
        </w:rPr>
        <w:t>atomic radius</w:t>
      </w:r>
      <w:r w:rsidRPr="003945AA">
        <w:rPr>
          <w:rFonts w:ascii="Calibri" w:hAnsi="Calibri" w:cs="Book Antiqua"/>
        </w:rPr>
        <w:t xml:space="preserve">: sulfur, oxygen, neon, aluminum. </w:t>
      </w:r>
    </w:p>
    <w:p w14:paraId="139B0DE6" w14:textId="77777777" w:rsidR="003945AA" w:rsidRP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3E70DD36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What is the relationship between atomic radius and ionization energy? </w:t>
      </w:r>
    </w:p>
    <w:p w14:paraId="6D01C1EE" w14:textId="77777777" w:rsidR="003945AA" w:rsidRDefault="003945AA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5F8585DA" w14:textId="77777777" w:rsidR="00DF2860" w:rsidRDefault="00DF2860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206CE120" w14:textId="77777777" w:rsidR="00DF2860" w:rsidRPr="003945AA" w:rsidRDefault="00DF2860" w:rsidP="003945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</w:p>
    <w:p w14:paraId="7779A7BE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Indicate whether the following properties increase or decrease from left to r</w:t>
      </w:r>
      <w:r>
        <w:rPr>
          <w:rFonts w:ascii="Calibri" w:hAnsi="Calibri" w:cs="Book Antiqua"/>
        </w:rPr>
        <w:t>ight across the periodic table.</w:t>
      </w:r>
    </w:p>
    <w:p w14:paraId="11250D9A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>atomic</w:t>
      </w:r>
      <w:r w:rsidR="00FD2D9A">
        <w:rPr>
          <w:rFonts w:ascii="Calibri" w:hAnsi="Calibri" w:cs="Book Antiqua"/>
        </w:rPr>
        <w:t xml:space="preserve"> radius</w:t>
      </w:r>
    </w:p>
    <w:p w14:paraId="55877DDF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>
        <w:rPr>
          <w:rFonts w:ascii="Calibri" w:hAnsi="Calibri" w:cs="Book Antiqua"/>
        </w:rPr>
        <w:t>first ionization energy</w:t>
      </w:r>
    </w:p>
    <w:p w14:paraId="49F4C54E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Calibri" w:hAnsi="Calibri" w:cs="Book Antiqua"/>
        </w:rPr>
      </w:pPr>
      <w:r>
        <w:rPr>
          <w:rFonts w:ascii="Calibri" w:hAnsi="Calibri" w:cs="Book Antiqua"/>
        </w:rPr>
        <w:t>electronegativity</w:t>
      </w:r>
      <w:r w:rsidR="00FD2D9A">
        <w:rPr>
          <w:rFonts w:ascii="Calibri" w:hAnsi="Calibri" w:cs="Book Antiqua"/>
        </w:rPr>
        <w:t xml:space="preserve"> (excluding noble gases)</w:t>
      </w:r>
    </w:p>
    <w:p w14:paraId="0C0555CE" w14:textId="77777777" w:rsidR="00DF2860" w:rsidRPr="003945AA" w:rsidRDefault="00DF2860" w:rsidP="00DF2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1440"/>
        <w:rPr>
          <w:rFonts w:ascii="Calibri" w:hAnsi="Calibri" w:cs="Book Antiqua"/>
        </w:rPr>
      </w:pPr>
      <w:bookmarkStart w:id="0" w:name="_GoBack"/>
      <w:bookmarkEnd w:id="0"/>
    </w:p>
    <w:p w14:paraId="4E420D63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lastRenderedPageBreak/>
        <w:t>Circle the atom in each pair that has the largest atomic radius.</w:t>
      </w:r>
    </w:p>
    <w:p w14:paraId="570876D0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3945AA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7AC30052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Al or B</w:t>
      </w:r>
    </w:p>
    <w:p w14:paraId="25F0462C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Na or Al</w:t>
      </w:r>
    </w:p>
    <w:p w14:paraId="0DC0CD8B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S or O</w:t>
      </w:r>
    </w:p>
    <w:p w14:paraId="389A12E1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O or F</w:t>
      </w:r>
    </w:p>
    <w:p w14:paraId="09D32339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Br or Cl</w:t>
      </w:r>
    </w:p>
    <w:p w14:paraId="03FB0140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Mg or Ca</w:t>
      </w:r>
    </w:p>
    <w:p w14:paraId="4F6BA8ED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3945AA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703C5A2C" w14:textId="77777777" w:rsidR="003945AA" w:rsidRDefault="003945AA" w:rsidP="003945A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 w:rsidRPr="003945AA">
        <w:rPr>
          <w:rFonts w:ascii="Calibri" w:hAnsi="Calibri" w:cs="Book Antiqua"/>
        </w:rPr>
        <w:t xml:space="preserve">Circle the </w:t>
      </w:r>
      <w:r>
        <w:rPr>
          <w:rFonts w:ascii="Calibri" w:hAnsi="Calibri" w:cs="Book Antiqua"/>
        </w:rPr>
        <w:t>atom in each pair that has the greater ionization energy.</w:t>
      </w:r>
    </w:p>
    <w:p w14:paraId="565C2E2A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3945AA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963D58E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Li or Be</w:t>
      </w:r>
    </w:p>
    <w:p w14:paraId="76046952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Ca or Ba</w:t>
      </w:r>
    </w:p>
    <w:p w14:paraId="22496C99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Na or K</w:t>
      </w:r>
    </w:p>
    <w:p w14:paraId="75D7DC28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 xml:space="preserve">P or </w:t>
      </w:r>
      <w:proofErr w:type="spellStart"/>
      <w:r>
        <w:rPr>
          <w:rFonts w:ascii="Calibri" w:hAnsi="Calibri" w:cs="Book Antiqua"/>
        </w:rPr>
        <w:t>Ar</w:t>
      </w:r>
      <w:proofErr w:type="spellEnd"/>
    </w:p>
    <w:p w14:paraId="7525DBAC" w14:textId="77777777" w:rsid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Cl or Si</w:t>
      </w:r>
    </w:p>
    <w:p w14:paraId="48693A1D" w14:textId="77777777" w:rsidR="003945AA" w:rsidRPr="003945AA" w:rsidRDefault="003945AA" w:rsidP="003945AA">
      <w:pPr>
        <w:widowControl w:val="0"/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Calibri" w:hAnsi="Calibri" w:cs="Book Antiqua"/>
        </w:rPr>
      </w:pPr>
      <w:r>
        <w:rPr>
          <w:rFonts w:ascii="Calibri" w:hAnsi="Calibri" w:cs="Book Antiqua"/>
        </w:rPr>
        <w:t>Li or K</w:t>
      </w:r>
    </w:p>
    <w:p w14:paraId="07E74248" w14:textId="77777777" w:rsid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3945AA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4DE66C2B" w14:textId="77777777" w:rsidR="003945AA" w:rsidRPr="003945AA" w:rsidRDefault="003945AA" w:rsidP="003945A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 xml:space="preserve">Circle the atom </w:t>
      </w:r>
      <w:r w:rsidRPr="003945AA">
        <w:rPr>
          <w:rFonts w:ascii="Calibri" w:hAnsi="Calibri" w:cs="Book Antiqua"/>
        </w:rPr>
        <w:t xml:space="preserve">in each pair that has </w:t>
      </w:r>
      <w:r>
        <w:rPr>
          <w:rFonts w:ascii="Calibri" w:hAnsi="Calibri" w:cs="Book Antiqua"/>
        </w:rPr>
        <w:t>the greater electronegativity.</w:t>
      </w:r>
    </w:p>
    <w:p w14:paraId="1BD08750" w14:textId="77777777" w:rsid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Book Antiqua"/>
        </w:rPr>
        <w:sectPr w:rsidR="003945AA" w:rsidSect="003945AA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9E3CBCD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Ca or Ga</w:t>
      </w:r>
    </w:p>
    <w:p w14:paraId="230E32BE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Br or As</w:t>
      </w:r>
    </w:p>
    <w:p w14:paraId="72BD707F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Li or O</w:t>
      </w:r>
    </w:p>
    <w:p w14:paraId="6891B14B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 xml:space="preserve">Ba or </w:t>
      </w:r>
      <w:proofErr w:type="spellStart"/>
      <w:r>
        <w:rPr>
          <w:rFonts w:ascii="Calibri" w:hAnsi="Calibri" w:cs="Book Antiqua"/>
        </w:rPr>
        <w:t>Sr</w:t>
      </w:r>
      <w:proofErr w:type="spellEnd"/>
    </w:p>
    <w:p w14:paraId="384B7F82" w14:textId="77777777" w:rsidR="003945AA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Cl or S</w:t>
      </w:r>
    </w:p>
    <w:p w14:paraId="43678255" w14:textId="77777777" w:rsidR="00E53046" w:rsidRPr="003945AA" w:rsidRDefault="003945AA" w:rsidP="003945AA">
      <w:pPr>
        <w:pStyle w:val="ListParagraph"/>
        <w:widowControl w:val="0"/>
        <w:numPr>
          <w:ilvl w:val="1"/>
          <w:numId w:val="4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>
        <w:rPr>
          <w:rFonts w:ascii="Calibri" w:hAnsi="Calibri" w:cs="Book Antiqua"/>
        </w:rPr>
        <w:t>O or S</w:t>
      </w:r>
    </w:p>
    <w:p w14:paraId="74FFC421" w14:textId="77777777" w:rsidR="003945AA" w:rsidRDefault="003945AA" w:rsidP="003945AA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imes"/>
        </w:rPr>
        <w:sectPr w:rsidR="003945AA" w:rsidSect="003945AA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13140A3F" w14:textId="77777777" w:rsidR="003945AA" w:rsidRPr="003945AA" w:rsidRDefault="003945AA" w:rsidP="003945AA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imes"/>
        </w:rPr>
      </w:pPr>
    </w:p>
    <w:sectPr w:rsidR="003945AA" w:rsidRPr="003945AA" w:rsidSect="003945AA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B07F4B"/>
    <w:multiLevelType w:val="hybridMultilevel"/>
    <w:tmpl w:val="508A3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1A3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A0E82"/>
    <w:multiLevelType w:val="hybridMultilevel"/>
    <w:tmpl w:val="8BEA3636"/>
    <w:lvl w:ilvl="0" w:tplc="00000002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AA"/>
    <w:rsid w:val="000B489C"/>
    <w:rsid w:val="003945AA"/>
    <w:rsid w:val="003E0BEB"/>
    <w:rsid w:val="004B4E83"/>
    <w:rsid w:val="00BB79AA"/>
    <w:rsid w:val="00C918AE"/>
    <w:rsid w:val="00DF2860"/>
    <w:rsid w:val="00E53046"/>
    <w:rsid w:val="00FD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D52C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2</Pages>
  <Words>162</Words>
  <Characters>926</Characters>
  <Application>Microsoft Macintosh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2016-11-02T11:41:00Z</cp:lastPrinted>
  <dcterms:created xsi:type="dcterms:W3CDTF">2016-11-02T11:40:00Z</dcterms:created>
  <dcterms:modified xsi:type="dcterms:W3CDTF">2016-11-02T11:41:00Z</dcterms:modified>
</cp:coreProperties>
</file>